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36854" w14:textId="77777777" w:rsidR="006E5D65" w:rsidRPr="004D6E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D6E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D6E44">
        <w:rPr>
          <w:rFonts w:ascii="Corbel" w:hAnsi="Corbel"/>
          <w:bCs/>
          <w:i/>
          <w:sz w:val="24"/>
          <w:szCs w:val="24"/>
        </w:rPr>
        <w:t>1.5</w:t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D6E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D6E4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D6E44">
        <w:rPr>
          <w:rFonts w:ascii="Corbel" w:hAnsi="Corbel"/>
          <w:bCs/>
          <w:i/>
          <w:sz w:val="24"/>
          <w:szCs w:val="24"/>
        </w:rPr>
        <w:t>12/2019</w:t>
      </w:r>
    </w:p>
    <w:p w14:paraId="6CE63EF2" w14:textId="77777777"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14:paraId="5809C159" w14:textId="77777777"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445C9">
        <w:rPr>
          <w:rFonts w:ascii="Corbel" w:hAnsi="Corbel"/>
          <w:i/>
          <w:smallCaps/>
          <w:sz w:val="24"/>
          <w:szCs w:val="24"/>
        </w:rPr>
        <w:t xml:space="preserve">  </w:t>
      </w:r>
      <w:r w:rsidR="00221CA9">
        <w:rPr>
          <w:rFonts w:ascii="Corbel" w:hAnsi="Corbel"/>
          <w:i/>
          <w:smallCaps/>
          <w:sz w:val="24"/>
          <w:szCs w:val="24"/>
        </w:rPr>
        <w:t>2022/2025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94B61DB" w14:textId="77777777"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14:paraId="2BF5BEF7" w14:textId="77777777" w:rsidR="00445970" w:rsidRPr="006445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445C9">
        <w:rPr>
          <w:rFonts w:ascii="Corbel" w:hAnsi="Corbel"/>
          <w:sz w:val="20"/>
          <w:szCs w:val="24"/>
        </w:rPr>
        <w:t xml:space="preserve">Rok akademicki   </w:t>
      </w:r>
      <w:r w:rsidR="00221CA9">
        <w:rPr>
          <w:rFonts w:ascii="Corbel" w:hAnsi="Corbel"/>
          <w:sz w:val="20"/>
          <w:szCs w:val="24"/>
        </w:rPr>
        <w:t>2022/2023</w:t>
      </w:r>
    </w:p>
    <w:p w14:paraId="0DABCA3F" w14:textId="77777777"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7A956D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14:paraId="1D1C7C2D" w14:textId="77777777" w:rsidTr="00B819C8">
        <w:tc>
          <w:tcPr>
            <w:tcW w:w="2694" w:type="dxa"/>
            <w:vAlign w:val="center"/>
          </w:tcPr>
          <w:p w14:paraId="03C33577" w14:textId="77777777"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E6D8EA" w14:textId="6EC9AA33" w:rsidR="0085747A" w:rsidRPr="004D6E44" w:rsidRDefault="001D73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Psychopatologie</w:t>
            </w:r>
          </w:p>
        </w:tc>
      </w:tr>
      <w:tr w:rsidR="0085747A" w:rsidRPr="004D6E44" w14:paraId="02D80045" w14:textId="77777777" w:rsidTr="00B819C8">
        <w:tc>
          <w:tcPr>
            <w:tcW w:w="2694" w:type="dxa"/>
            <w:vAlign w:val="center"/>
          </w:tcPr>
          <w:p w14:paraId="68D484DD" w14:textId="77777777"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A0D2B" w14:textId="77777777"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14:paraId="24720D8E" w14:textId="77777777" w:rsidTr="00B819C8">
        <w:tc>
          <w:tcPr>
            <w:tcW w:w="2694" w:type="dxa"/>
            <w:vAlign w:val="center"/>
          </w:tcPr>
          <w:p w14:paraId="338EFBC8" w14:textId="6D052965" w:rsidR="0085747A" w:rsidRPr="004D6E44" w:rsidRDefault="0078533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5E01A7" w14:textId="3ED2CB77" w:rsidR="0085747A" w:rsidRPr="004D6E44" w:rsidRDefault="00785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D6E44" w14:paraId="57D37D5E" w14:textId="77777777" w:rsidTr="00B819C8">
        <w:tc>
          <w:tcPr>
            <w:tcW w:w="2694" w:type="dxa"/>
            <w:vAlign w:val="center"/>
          </w:tcPr>
          <w:p w14:paraId="467EC8AB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E517EC" w14:textId="49386FF6" w:rsidR="0085747A" w:rsidRPr="004D6E44" w:rsidRDefault="00785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D6E44" w14:paraId="659E4716" w14:textId="77777777" w:rsidTr="00B819C8">
        <w:tc>
          <w:tcPr>
            <w:tcW w:w="2694" w:type="dxa"/>
            <w:vAlign w:val="center"/>
          </w:tcPr>
          <w:p w14:paraId="677D67AC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FF1A3C" w14:textId="7AF4C25E"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85332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4D6E44" w14:paraId="61025CE3" w14:textId="77777777" w:rsidTr="00B819C8">
        <w:tc>
          <w:tcPr>
            <w:tcW w:w="2694" w:type="dxa"/>
            <w:vAlign w:val="center"/>
          </w:tcPr>
          <w:p w14:paraId="041A084A" w14:textId="77777777"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CA492" w14:textId="77777777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14:paraId="5D96F7B1" w14:textId="77777777" w:rsidTr="00B819C8">
        <w:tc>
          <w:tcPr>
            <w:tcW w:w="2694" w:type="dxa"/>
            <w:vAlign w:val="center"/>
          </w:tcPr>
          <w:p w14:paraId="32B26761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34B1D5" w14:textId="77777777"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D6E44" w14:paraId="46B53B21" w14:textId="77777777" w:rsidTr="00B819C8">
        <w:tc>
          <w:tcPr>
            <w:tcW w:w="2694" w:type="dxa"/>
            <w:vAlign w:val="center"/>
          </w:tcPr>
          <w:p w14:paraId="03A92DCD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4ED104" w14:textId="46C08C4B" w:rsidR="0085747A" w:rsidRPr="004D6E44" w:rsidRDefault="008D0A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0329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85332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4D6E44" w14:paraId="68E8507E" w14:textId="77777777" w:rsidTr="00B819C8">
        <w:tc>
          <w:tcPr>
            <w:tcW w:w="2694" w:type="dxa"/>
            <w:vAlign w:val="center"/>
          </w:tcPr>
          <w:p w14:paraId="31AA2F11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DC5CFD" w14:textId="77777777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14:paraId="448912F6" w14:textId="77777777" w:rsidTr="00B819C8">
        <w:tc>
          <w:tcPr>
            <w:tcW w:w="2694" w:type="dxa"/>
            <w:vAlign w:val="center"/>
          </w:tcPr>
          <w:p w14:paraId="3364D1E8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D58CD8" w14:textId="77777777"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D6E44" w14:paraId="7A77B57D" w14:textId="77777777" w:rsidTr="00B819C8">
        <w:tc>
          <w:tcPr>
            <w:tcW w:w="2694" w:type="dxa"/>
            <w:vAlign w:val="center"/>
          </w:tcPr>
          <w:p w14:paraId="59A92EB3" w14:textId="77777777"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715FDE" w14:textId="77777777" w:rsidR="00923D7D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D6E44" w14:paraId="174E910E" w14:textId="77777777" w:rsidTr="00B819C8">
        <w:tc>
          <w:tcPr>
            <w:tcW w:w="2694" w:type="dxa"/>
            <w:vAlign w:val="center"/>
          </w:tcPr>
          <w:p w14:paraId="5D7A878D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AF11E7" w14:textId="77777777" w:rsidR="0085747A" w:rsidRPr="004D6E44" w:rsidRDefault="00ED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  <w:tr w:rsidR="0085747A" w:rsidRPr="004D6E44" w14:paraId="3BED9E10" w14:textId="77777777" w:rsidTr="00B819C8">
        <w:tc>
          <w:tcPr>
            <w:tcW w:w="2694" w:type="dxa"/>
            <w:vAlign w:val="center"/>
          </w:tcPr>
          <w:p w14:paraId="3C1F7A29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9E59F4" w14:textId="77777777"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5D59D09" w14:textId="77777777"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14:paraId="0EF63837" w14:textId="77777777"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75692" w14:textId="77777777"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20E88B" w14:textId="77777777"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14:paraId="15490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FD9B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14:paraId="425EE65F" w14:textId="77777777"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93CB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9EF3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09FB3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848B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C5A0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7226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12A5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FAB6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0FDB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14:paraId="201DBF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719D" w14:textId="77777777"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5E4A" w14:textId="77777777" w:rsidR="00015B8F" w:rsidRPr="004D6E44" w:rsidRDefault="008D0A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16F2" w14:textId="77777777" w:rsidR="00015B8F" w:rsidRPr="004D6E44" w:rsidRDefault="008D0A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287E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36CC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25D1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D0EA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82F0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1A89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E299" w14:textId="77777777"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14:paraId="71C2D7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987E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E633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16DB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B1B7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9160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C5D2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0119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0702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92EB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2E3F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D2B85F" w14:textId="77777777"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F80820" w14:textId="77777777"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5C97E2" w14:textId="77777777"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14:paraId="493B6DED" w14:textId="77777777"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07F4F91D" w14:textId="77777777"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05831C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839E24" w14:textId="5A9C78D1"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="00785332">
        <w:rPr>
          <w:rFonts w:ascii="Corbel" w:hAnsi="Corbel"/>
          <w:smallCaps w:val="0"/>
          <w:szCs w:val="24"/>
        </w:rPr>
        <w:t xml:space="preserve"> (z toku)</w:t>
      </w:r>
    </w:p>
    <w:p w14:paraId="0656A42C" w14:textId="77777777" w:rsidR="009C54AE" w:rsidRPr="004D6E44" w:rsidRDefault="00221C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44E4DE56" w14:textId="77777777"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32657B" w14:textId="77777777"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14:paraId="020315DE" w14:textId="77777777" w:rsidTr="00745302">
        <w:tc>
          <w:tcPr>
            <w:tcW w:w="9670" w:type="dxa"/>
          </w:tcPr>
          <w:p w14:paraId="776BEA29" w14:textId="77777777"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14:paraId="4B6A9993" w14:textId="77777777"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927186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14:paraId="3419F959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F92BD" w14:textId="77777777"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14:paraId="302D3A79" w14:textId="77777777"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14:paraId="33EFE6D9" w14:textId="77777777" w:rsidTr="00923D7D">
        <w:tc>
          <w:tcPr>
            <w:tcW w:w="851" w:type="dxa"/>
            <w:vAlign w:val="center"/>
          </w:tcPr>
          <w:p w14:paraId="5228F751" w14:textId="77777777"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C395" w14:textId="77777777"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14:paraId="685122EE" w14:textId="77777777" w:rsidTr="00923D7D">
        <w:tc>
          <w:tcPr>
            <w:tcW w:w="851" w:type="dxa"/>
            <w:vAlign w:val="center"/>
          </w:tcPr>
          <w:p w14:paraId="1577E3C2" w14:textId="77777777"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69438C" w14:textId="77777777"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Uzyskanie przez studentów  kompetencji w zakresie samodzielnego rozpoznawania i różnicowania zachowań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14:paraId="0BB5F2D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319E35" w14:textId="77777777" w:rsidR="00221CA9" w:rsidRPr="004D6E44" w:rsidRDefault="00221CA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8F4660" w14:textId="77777777"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14:paraId="038B92AB" w14:textId="77777777"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14:paraId="41BC41A7" w14:textId="77777777" w:rsidTr="0071620A">
        <w:tc>
          <w:tcPr>
            <w:tcW w:w="1701" w:type="dxa"/>
            <w:vAlign w:val="center"/>
          </w:tcPr>
          <w:p w14:paraId="1C8649AB" w14:textId="77777777"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FD3D2C0" w14:textId="77777777" w:rsidR="00785332" w:rsidRDefault="0085747A" w:rsidP="00785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6C4EAA7" w14:textId="58233F83" w:rsidR="0085747A" w:rsidRPr="004D6E44" w:rsidRDefault="00785332" w:rsidP="00785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6AF817" w14:textId="77777777"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14:paraId="6A3D69FF" w14:textId="77777777" w:rsidTr="005E6E85">
        <w:tc>
          <w:tcPr>
            <w:tcW w:w="1701" w:type="dxa"/>
          </w:tcPr>
          <w:p w14:paraId="6E2F7F74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F39728A" w14:textId="0E7A5F6B" w:rsidR="0085747A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14:paraId="49EBD31A" w14:textId="77777777" w:rsidR="0085747A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2EF36C" w14:textId="3C64D5CF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D6E44" w14:paraId="5429B915" w14:textId="77777777" w:rsidTr="005E6E85">
        <w:tc>
          <w:tcPr>
            <w:tcW w:w="1701" w:type="dxa"/>
          </w:tcPr>
          <w:p w14:paraId="51184DE7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7170D5" w14:textId="3F625687" w:rsidR="0085747A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14:paraId="17027406" w14:textId="77777777"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14:paraId="625B03F8" w14:textId="77777777" w:rsidTr="005E6E85">
        <w:tc>
          <w:tcPr>
            <w:tcW w:w="1701" w:type="dxa"/>
          </w:tcPr>
          <w:p w14:paraId="5FAE4F97" w14:textId="77777777"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304273" w14:textId="11D092A4" w:rsidR="0085747A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14:paraId="7F721382" w14:textId="77777777" w:rsidR="0085747A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F19F865" w14:textId="036B4117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1124A778" w14:textId="77777777" w:rsidTr="005E6E85">
        <w:tc>
          <w:tcPr>
            <w:tcW w:w="1701" w:type="dxa"/>
          </w:tcPr>
          <w:p w14:paraId="58B433A8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42EA9D2" w14:textId="24106E34" w:rsidR="003C1F4E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ozróżni zachowania normatywne od patologicznych w zakresie odżywiania, wydalania oraz zachowań seksualnych.</w:t>
            </w:r>
          </w:p>
        </w:tc>
        <w:tc>
          <w:tcPr>
            <w:tcW w:w="1873" w:type="dxa"/>
          </w:tcPr>
          <w:p w14:paraId="5D35A572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AEA1496" w14:textId="44ACCF7E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12B397C0" w14:textId="77777777" w:rsidTr="005E6E85">
        <w:tc>
          <w:tcPr>
            <w:tcW w:w="1701" w:type="dxa"/>
          </w:tcPr>
          <w:p w14:paraId="46396C6D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4017687" w14:textId="345428C2" w:rsidR="003C1F4E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zasadni konieczność bądź nie, interwencji wobec osoby ujawniającej określone przejawy i cechy zachowań -  adekwatnie do poziomu swojej wiedzy i kompetencji.</w:t>
            </w:r>
          </w:p>
        </w:tc>
        <w:tc>
          <w:tcPr>
            <w:tcW w:w="1873" w:type="dxa"/>
          </w:tcPr>
          <w:p w14:paraId="672CE638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B9232CC" w14:textId="34A10132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7E6320AE" w14:textId="77777777" w:rsidTr="005E6E85">
        <w:tc>
          <w:tcPr>
            <w:tcW w:w="1701" w:type="dxa"/>
          </w:tcPr>
          <w:p w14:paraId="0ED159D9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0709D0C" w14:textId="5015E7DF" w:rsidR="003C1F4E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zachowań zaburzonych.</w:t>
            </w:r>
          </w:p>
        </w:tc>
        <w:tc>
          <w:tcPr>
            <w:tcW w:w="1873" w:type="dxa"/>
          </w:tcPr>
          <w:p w14:paraId="4B458636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777C80B9" w14:textId="1FB7AEA3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F6046" w:rsidRPr="004D6E44" w14:paraId="47FD5ACE" w14:textId="77777777" w:rsidTr="005E6E85">
        <w:tc>
          <w:tcPr>
            <w:tcW w:w="1701" w:type="dxa"/>
          </w:tcPr>
          <w:p w14:paraId="3BE9AD92" w14:textId="77777777"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EB48558" w14:textId="79AC33CE" w:rsidR="006F6046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zachowań o cechach i przejawach patologicznych.</w:t>
            </w:r>
          </w:p>
        </w:tc>
        <w:tc>
          <w:tcPr>
            <w:tcW w:w="1873" w:type="dxa"/>
          </w:tcPr>
          <w:p w14:paraId="3E6C4980" w14:textId="77777777" w:rsidR="006F6046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21DA1FA9" w14:textId="64B36407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916474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C7AB41" w14:textId="77777777"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14:paraId="6001B2C7" w14:textId="77777777"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14:paraId="3C347826" w14:textId="77777777"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14:paraId="3CC111EE" w14:textId="77777777" w:rsidTr="00D25058">
        <w:tc>
          <w:tcPr>
            <w:tcW w:w="9639" w:type="dxa"/>
          </w:tcPr>
          <w:p w14:paraId="43F22D4F" w14:textId="77777777"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14:paraId="1C343FFB" w14:textId="77777777" w:rsidTr="00D25058">
        <w:tc>
          <w:tcPr>
            <w:tcW w:w="9639" w:type="dxa"/>
          </w:tcPr>
          <w:p w14:paraId="55D9B652" w14:textId="77777777"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14:paraId="3161D7B1" w14:textId="77777777" w:rsidTr="00D25058">
        <w:tc>
          <w:tcPr>
            <w:tcW w:w="9639" w:type="dxa"/>
          </w:tcPr>
          <w:p w14:paraId="1B875202" w14:textId="77777777"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14:paraId="38332806" w14:textId="77777777" w:rsidTr="00D25058">
        <w:tc>
          <w:tcPr>
            <w:tcW w:w="9639" w:type="dxa"/>
          </w:tcPr>
          <w:p w14:paraId="119C6749" w14:textId="6E06CEF9"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</w:t>
            </w:r>
            <w:r w:rsidR="009D5F96">
              <w:rPr>
                <w:rFonts w:ascii="Corbel" w:hAnsi="Corbel"/>
                <w:sz w:val="24"/>
                <w:szCs w:val="24"/>
              </w:rPr>
              <w:t>patologiczne</w:t>
            </w:r>
            <w:r w:rsidRPr="004D6E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3D0F" w:rsidRPr="004D6E44" w14:paraId="331CBD92" w14:textId="77777777" w:rsidTr="00D25058">
        <w:tc>
          <w:tcPr>
            <w:tcW w:w="9639" w:type="dxa"/>
          </w:tcPr>
          <w:p w14:paraId="1D93331E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Wybrane zagadnienia psychopatologii wieku rozwojowego – rozległe zaburzenia rozwoju i </w:t>
            </w: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zaburzenia specyficzne.</w:t>
            </w:r>
          </w:p>
        </w:tc>
      </w:tr>
      <w:tr w:rsidR="00B83D0F" w:rsidRPr="004D6E44" w14:paraId="7A45231F" w14:textId="77777777" w:rsidTr="00D25058">
        <w:tc>
          <w:tcPr>
            <w:tcW w:w="9639" w:type="dxa"/>
          </w:tcPr>
          <w:p w14:paraId="70A1624D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Charakterystyka zaburzeń w odżywianiu się i kontroli wydalania. Zaburzenia psychoseksualne.</w:t>
            </w:r>
          </w:p>
        </w:tc>
      </w:tr>
      <w:tr w:rsidR="00B83D0F" w:rsidRPr="004D6E44" w14:paraId="388F42AF" w14:textId="77777777" w:rsidTr="00D25058">
        <w:tc>
          <w:tcPr>
            <w:tcW w:w="9639" w:type="dxa"/>
          </w:tcPr>
          <w:p w14:paraId="496165E8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14:paraId="6AFDFF66" w14:textId="77777777"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3BE55D" w14:textId="77777777"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14:paraId="6DDAFD9E" w14:textId="77777777"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14:paraId="1A2C0047" w14:textId="77777777" w:rsidTr="00221CA9">
        <w:tc>
          <w:tcPr>
            <w:tcW w:w="9639" w:type="dxa"/>
            <w:tcBorders>
              <w:bottom w:val="single" w:sz="4" w:space="0" w:color="auto"/>
            </w:tcBorders>
          </w:tcPr>
          <w:p w14:paraId="054098A1" w14:textId="77777777"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5C9" w:rsidRPr="004D6E44" w14:paraId="749FC5DC" w14:textId="77777777" w:rsidTr="00923D7D">
        <w:tc>
          <w:tcPr>
            <w:tcW w:w="9639" w:type="dxa"/>
          </w:tcPr>
          <w:p w14:paraId="25136894" w14:textId="77777777" w:rsidR="006445C9" w:rsidRPr="006445C9" w:rsidRDefault="00221CA9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Psychopatologia zmagania się ze stresem: (kryzys, zespoły reaktywne traumatyczne i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posttraumatyczne</w:t>
            </w:r>
            <w:proofErr w:type="spellEnd"/>
            <w:r w:rsidRPr="00221CA9">
              <w:rPr>
                <w:rFonts w:ascii="Corbel" w:hAnsi="Corbel"/>
                <w:sz w:val="24"/>
                <w:szCs w:val="24"/>
              </w:rPr>
              <w:t xml:space="preserve">, zaburzenia psychosomatyczne, mechanizmy obronne, wypalenie, uzależnienia, psychologia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sui</w:t>
            </w:r>
            <w:r>
              <w:rPr>
                <w:rFonts w:ascii="Corbel" w:hAnsi="Corbel"/>
                <w:sz w:val="24"/>
                <w:szCs w:val="24"/>
              </w:rPr>
              <w:t>cydalna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zaburzenia jedzenia).</w:t>
            </w:r>
          </w:p>
        </w:tc>
      </w:tr>
      <w:tr w:rsidR="00221CA9" w:rsidRPr="004D6E44" w14:paraId="4F7736C9" w14:textId="77777777" w:rsidTr="00923D7D">
        <w:tc>
          <w:tcPr>
            <w:tcW w:w="9639" w:type="dxa"/>
          </w:tcPr>
          <w:p w14:paraId="30768FCB" w14:textId="2F017692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Psychologiczna problematyka zaburzeń osobowości: (Klasyfikacja historyczna B. Zawadzkiego, Klasyfikacj</w:t>
            </w:r>
            <w:r w:rsidR="009A4CC9">
              <w:rPr>
                <w:rFonts w:ascii="Corbel" w:hAnsi="Corbel"/>
                <w:sz w:val="24"/>
                <w:szCs w:val="24"/>
              </w:rPr>
              <w:t>a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 DSM</w:t>
            </w:r>
            <w:r w:rsidR="009A4CC9">
              <w:rPr>
                <w:rFonts w:ascii="Corbel" w:hAnsi="Corbel"/>
                <w:sz w:val="24"/>
                <w:szCs w:val="24"/>
              </w:rPr>
              <w:t>-5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Socjopatie.</w:t>
            </w:r>
          </w:p>
        </w:tc>
      </w:tr>
      <w:tr w:rsidR="00221CA9" w:rsidRPr="004D6E44" w14:paraId="0E86CB46" w14:textId="77777777" w:rsidTr="00923D7D">
        <w:tc>
          <w:tcPr>
            <w:tcW w:w="9639" w:type="dxa"/>
          </w:tcPr>
          <w:p w14:paraId="2B7DA745" w14:textId="77777777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Problematyka zaburzeń seksualnych: dysfunkcje seksualne, parafilie, zaburzenia tożsamoś</w:t>
            </w:r>
            <w:r>
              <w:rPr>
                <w:rFonts w:ascii="Corbel" w:hAnsi="Corbel"/>
                <w:sz w:val="24"/>
                <w:szCs w:val="24"/>
              </w:rPr>
              <w:t xml:space="preserve">ci płciowej. </w:t>
            </w:r>
          </w:p>
        </w:tc>
      </w:tr>
      <w:tr w:rsidR="00221CA9" w:rsidRPr="004D6E44" w14:paraId="4719AA4E" w14:textId="77777777" w:rsidTr="00923D7D">
        <w:tc>
          <w:tcPr>
            <w:tcW w:w="9639" w:type="dxa"/>
          </w:tcPr>
          <w:p w14:paraId="643101A9" w14:textId="2DDE7AE2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Psychologiczne mechanizmy w zaburzeniach nerwicowych. Zaburzenia lękowe. Problematyka lęku i zaburzeń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fobijnych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21CA9" w:rsidRPr="004D6E44" w14:paraId="306D6B30" w14:textId="77777777" w:rsidTr="00923D7D">
        <w:tc>
          <w:tcPr>
            <w:tcW w:w="9639" w:type="dxa"/>
          </w:tcPr>
          <w:p w14:paraId="3EA73A1E" w14:textId="4DD83944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Psychologiczne mechanizmy w zaburzeniach psychotycznych. Zaburzenia depresyjne: zaburzenia afektywne jednobiegunowe i dwubiegunowe. </w:t>
            </w:r>
            <w:r w:rsidR="004D356E">
              <w:rPr>
                <w:rFonts w:ascii="Corbel" w:hAnsi="Corbel"/>
                <w:sz w:val="24"/>
                <w:szCs w:val="24"/>
              </w:rPr>
              <w:t>Schizofrenia i inne psychozy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B5E58E" w14:textId="77777777" w:rsidR="006445C9" w:rsidRDefault="006445C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D345F9E" w14:textId="77777777"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2D44DA96" w14:textId="77777777"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5826A15" w14:textId="77777777" w:rsidR="009E3C6A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14:paraId="372C8D4F" w14:textId="77777777" w:rsidR="003516C4" w:rsidRPr="004D6E44" w:rsidRDefault="003516C4" w:rsidP="009E3C6A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praca w grupach, burza mózgów, pogadanka, praca projektowa</w:t>
      </w:r>
    </w:p>
    <w:p w14:paraId="4335D5D5" w14:textId="77777777"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926D2" w14:textId="77777777"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14:paraId="0E3302FC" w14:textId="77777777"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635F8" w14:textId="77777777"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14:paraId="47513C51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14:paraId="249DA1D3" w14:textId="77777777" w:rsidTr="00D569A9">
        <w:tc>
          <w:tcPr>
            <w:tcW w:w="1985" w:type="dxa"/>
            <w:vAlign w:val="center"/>
          </w:tcPr>
          <w:p w14:paraId="1283C55F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378E19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5344F3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F88FF63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BA3C07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3295" w:rsidRPr="009C54AE" w14:paraId="6C3E7228" w14:textId="77777777" w:rsidTr="00D569A9">
        <w:tc>
          <w:tcPr>
            <w:tcW w:w="1985" w:type="dxa"/>
          </w:tcPr>
          <w:p w14:paraId="4E55E7DB" w14:textId="77777777"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0AC8BFB" w14:textId="77777777" w:rsidR="00203295" w:rsidRPr="00C542A5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kolokwium, </w:t>
            </w:r>
            <w:r w:rsidR="0020329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6830AB5" w14:textId="77777777"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516C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3516C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4BE0ACA1" w14:textId="77777777" w:rsidTr="00D569A9">
        <w:tc>
          <w:tcPr>
            <w:tcW w:w="1985" w:type="dxa"/>
          </w:tcPr>
          <w:p w14:paraId="32AE4F69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2931C1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B66A550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2EF338F9" w14:textId="77777777" w:rsidTr="00D569A9">
        <w:tc>
          <w:tcPr>
            <w:tcW w:w="1985" w:type="dxa"/>
          </w:tcPr>
          <w:p w14:paraId="054B69AB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9217C0B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54A0914E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234BA64B" w14:textId="77777777" w:rsidTr="00D569A9">
        <w:tc>
          <w:tcPr>
            <w:tcW w:w="1985" w:type="dxa"/>
          </w:tcPr>
          <w:p w14:paraId="43DD87EA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4B40595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2946FC59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15E8FAE0" w14:textId="77777777" w:rsidTr="00D569A9">
        <w:tc>
          <w:tcPr>
            <w:tcW w:w="1985" w:type="dxa"/>
          </w:tcPr>
          <w:p w14:paraId="28375B6C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EBAFF58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6E2CD41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7CC71F20" w14:textId="77777777" w:rsidTr="00D569A9">
        <w:tc>
          <w:tcPr>
            <w:tcW w:w="1985" w:type="dxa"/>
          </w:tcPr>
          <w:p w14:paraId="25ED290F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64CFB72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2256F379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13E12B42" w14:textId="77777777" w:rsidTr="00D569A9">
        <w:tc>
          <w:tcPr>
            <w:tcW w:w="1985" w:type="dxa"/>
          </w:tcPr>
          <w:p w14:paraId="7E021B56" w14:textId="77777777" w:rsidR="003516C4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1DFB73E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6E8588E2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0453ED8" w14:textId="77777777" w:rsidR="00923D7D" w:rsidRPr="004D6E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8C354" w14:textId="77777777"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14:paraId="08BA45B6" w14:textId="77777777"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14:paraId="5501D3FE" w14:textId="77777777" w:rsidTr="00203295">
        <w:trPr>
          <w:trHeight w:val="675"/>
        </w:trPr>
        <w:tc>
          <w:tcPr>
            <w:tcW w:w="9670" w:type="dxa"/>
          </w:tcPr>
          <w:p w14:paraId="6D110293" w14:textId="77777777" w:rsidR="003516C4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</w:p>
          <w:p w14:paraId="409CA8BB" w14:textId="77777777" w:rsidR="0085747A" w:rsidRPr="00203295" w:rsidRDefault="003516C4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kolokwium i egzaminie. </w:t>
            </w:r>
            <w:r w:rsidR="00203295">
              <w:rPr>
                <w:rFonts w:ascii="Corbel" w:hAnsi="Corbel"/>
                <w:sz w:val="24"/>
                <w:szCs w:val="24"/>
              </w:rPr>
              <w:br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14:paraId="422E8ABE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8D8234" w14:textId="77777777" w:rsidR="006445C9" w:rsidRDefault="006445C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C8BCEF" w14:textId="77777777"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0517EE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14:paraId="1A73F6F4" w14:textId="77777777" w:rsidTr="003E1941">
        <w:tc>
          <w:tcPr>
            <w:tcW w:w="4962" w:type="dxa"/>
            <w:vAlign w:val="center"/>
          </w:tcPr>
          <w:p w14:paraId="1B73F003" w14:textId="77777777"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CB61CE" w14:textId="77777777"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14:paraId="44088393" w14:textId="77777777" w:rsidTr="00923D7D">
        <w:tc>
          <w:tcPr>
            <w:tcW w:w="4962" w:type="dxa"/>
          </w:tcPr>
          <w:p w14:paraId="6DD59D52" w14:textId="77777777" w:rsidR="0085747A" w:rsidRPr="004D6E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E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E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70132D9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8D0A86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4D6E44" w14:paraId="630FE207" w14:textId="77777777" w:rsidTr="00923D7D">
        <w:tc>
          <w:tcPr>
            <w:tcW w:w="4962" w:type="dxa"/>
          </w:tcPr>
          <w:p w14:paraId="15AC88F4" w14:textId="77777777"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0EB75C" w14:textId="5E4C5C85"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>dział w konsultacjach</w:t>
            </w:r>
            <w:r w:rsidR="00785332">
              <w:rPr>
                <w:rFonts w:ascii="Corbel" w:hAnsi="Corbel"/>
                <w:sz w:val="24"/>
                <w:szCs w:val="24"/>
              </w:rPr>
              <w:t xml:space="preserve"> i egzaminie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9CF92C" w14:textId="745AF926"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27DF1">
              <w:rPr>
                <w:rFonts w:ascii="Corbel" w:hAnsi="Corbel"/>
                <w:sz w:val="24"/>
                <w:szCs w:val="24"/>
              </w:rPr>
              <w:t xml:space="preserve">                               10</w:t>
            </w:r>
          </w:p>
        </w:tc>
      </w:tr>
      <w:tr w:rsidR="00C61DC5" w:rsidRPr="004D6E44" w14:paraId="02A688D3" w14:textId="77777777" w:rsidTr="00923D7D">
        <w:tc>
          <w:tcPr>
            <w:tcW w:w="4962" w:type="dxa"/>
          </w:tcPr>
          <w:p w14:paraId="65AD849C" w14:textId="584B7B28" w:rsidR="00785332" w:rsidRDefault="00C61DC5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B936064" w14:textId="77777777" w:rsidR="00C61DC5" w:rsidRDefault="00785332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03295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FE5A72E" w14:textId="77777777" w:rsidR="00785332" w:rsidRDefault="00785332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735F0699" w14:textId="62C099A7" w:rsidR="00785332" w:rsidRPr="004D6E44" w:rsidRDefault="00785332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0AA7524C" w14:textId="77777777" w:rsidR="00C61DC5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</w:p>
          <w:p w14:paraId="500CD120" w14:textId="77777777" w:rsidR="00785332" w:rsidRDefault="007853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6BF9637" w14:textId="77777777" w:rsidR="00785332" w:rsidRDefault="00785332" w:rsidP="007853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354BA10" w14:textId="77777777" w:rsidR="00785332" w:rsidRDefault="00785332" w:rsidP="007853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F8D168B" w14:textId="45138F21" w:rsidR="00785332" w:rsidRPr="004D6E44" w:rsidRDefault="00227DF1" w:rsidP="007853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bookmarkStart w:id="0" w:name="_GoBack"/>
            <w:bookmarkEnd w:id="0"/>
          </w:p>
        </w:tc>
      </w:tr>
      <w:tr w:rsidR="0085747A" w:rsidRPr="004D6E44" w14:paraId="11A7602D" w14:textId="77777777" w:rsidTr="00923D7D">
        <w:tc>
          <w:tcPr>
            <w:tcW w:w="4962" w:type="dxa"/>
          </w:tcPr>
          <w:p w14:paraId="49DBAE37" w14:textId="4EF26A6F"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74A3B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8D0A86"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4D6E44" w14:paraId="7AE621AD" w14:textId="77777777" w:rsidTr="00923D7D">
        <w:tc>
          <w:tcPr>
            <w:tcW w:w="4962" w:type="dxa"/>
          </w:tcPr>
          <w:p w14:paraId="5D214E4D" w14:textId="77777777"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C5C367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14:paraId="69A6F330" w14:textId="77777777"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CC76B1" w14:textId="77777777"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F2409C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14:paraId="52A5987B" w14:textId="77777777"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14:paraId="6E9BB327" w14:textId="77777777" w:rsidTr="0071620A">
        <w:trPr>
          <w:trHeight w:val="397"/>
        </w:trPr>
        <w:tc>
          <w:tcPr>
            <w:tcW w:w="3544" w:type="dxa"/>
          </w:tcPr>
          <w:p w14:paraId="35D7919B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F9C8DE" w14:textId="77777777"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14:paraId="5467EFBA" w14:textId="77777777" w:rsidTr="0071620A">
        <w:trPr>
          <w:trHeight w:val="397"/>
        </w:trPr>
        <w:tc>
          <w:tcPr>
            <w:tcW w:w="3544" w:type="dxa"/>
          </w:tcPr>
          <w:p w14:paraId="6634DC72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F9F63B" w14:textId="77777777"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264988D" w14:textId="77777777"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3D14DD" w14:textId="77777777"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14:paraId="3A56529A" w14:textId="77777777"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14:paraId="44A3650E" w14:textId="77777777" w:rsidTr="0071620A">
        <w:trPr>
          <w:trHeight w:val="397"/>
        </w:trPr>
        <w:tc>
          <w:tcPr>
            <w:tcW w:w="7513" w:type="dxa"/>
          </w:tcPr>
          <w:p w14:paraId="1CABC280" w14:textId="77777777"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54E2D27" w14:textId="77777777" w:rsidR="0085747A" w:rsidRDefault="004D6E4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                                                                                                                                         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a A.,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Małyszczak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 w:rsidR="004D49C4"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  <w:p w14:paraId="02C001D0" w14:textId="1FA6986C" w:rsidR="00785332" w:rsidRPr="00785332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5332">
              <w:rPr>
                <w:rFonts w:ascii="Corbel" w:hAnsi="Corbel"/>
                <w:sz w:val="24"/>
                <w:szCs w:val="24"/>
              </w:rPr>
              <w:t xml:space="preserve">Ochojska D., Pasternak J. Postawy rodzicielskie w percepcji studentów z ADHD. Wychowanie w </w:t>
            </w:r>
            <w:r>
              <w:rPr>
                <w:rFonts w:ascii="Corbel" w:hAnsi="Corbel"/>
                <w:sz w:val="24"/>
                <w:szCs w:val="24"/>
              </w:rPr>
              <w:t>Rodzinie, XX, 1/2019, s.181-194</w:t>
            </w:r>
          </w:p>
          <w:p w14:paraId="2520429C" w14:textId="0239BBA0" w:rsidR="00785332" w:rsidRPr="00785332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5332">
              <w:rPr>
                <w:rFonts w:ascii="Corbel" w:hAnsi="Corbel"/>
                <w:sz w:val="24"/>
                <w:szCs w:val="24"/>
              </w:rPr>
              <w:lastRenderedPageBreak/>
              <w:t xml:space="preserve">Ochojska D. Pasternak J. Błędy diagnostyczne w zaburzeniach ze spektrum autyzmu i ich konsekwencje – opisy przypadków.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Psychiatr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Pol. ONLINE FIRST Nr 204: 1–13</w:t>
            </w:r>
          </w:p>
          <w:p w14:paraId="0CE7D7C8" w14:textId="4A73C98B" w:rsidR="00785332" w:rsidRPr="00785332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5332">
              <w:rPr>
                <w:rFonts w:ascii="Corbel" w:hAnsi="Corbel"/>
                <w:sz w:val="24"/>
                <w:szCs w:val="24"/>
              </w:rPr>
              <w:t xml:space="preserve">Lenart A. Pasternak J.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Resources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Challenges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Autism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Spectrum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Disorder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Diagnosis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Support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Sy</w:t>
            </w:r>
            <w:r>
              <w:rPr>
                <w:rFonts w:ascii="Corbel" w:hAnsi="Corbel"/>
                <w:sz w:val="24"/>
                <w:szCs w:val="24"/>
              </w:rPr>
              <w:t>stem in Poland.  Vol.:(0456789)</w:t>
            </w:r>
          </w:p>
          <w:p w14:paraId="0644595A" w14:textId="601E1D64" w:rsidR="00785332" w:rsidRPr="00785332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Journal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Autism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Developmental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Disorders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>, Onlin</w:t>
            </w:r>
            <w:r>
              <w:rPr>
                <w:rFonts w:ascii="Corbel" w:hAnsi="Corbel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first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1-13, 3rd August, 2021</w:t>
            </w:r>
          </w:p>
          <w:p w14:paraId="04517934" w14:textId="0724852D" w:rsidR="00785332" w:rsidRPr="004D6E44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5332">
              <w:rPr>
                <w:rFonts w:ascii="Corbel" w:hAnsi="Corbel"/>
                <w:sz w:val="24"/>
                <w:szCs w:val="24"/>
              </w:rPr>
              <w:t>Ochojska D., Pasternak J. Zaburzenia osobowości u studentów a retrospektywna ocena postaw rodziców – Wychowanie w Rodzinie, 2017, tom XVI, s.191-211.</w:t>
            </w:r>
          </w:p>
        </w:tc>
      </w:tr>
      <w:tr w:rsidR="0085747A" w:rsidRPr="004D6E44" w14:paraId="680A15B5" w14:textId="77777777" w:rsidTr="0071620A">
        <w:trPr>
          <w:trHeight w:val="397"/>
        </w:trPr>
        <w:tc>
          <w:tcPr>
            <w:tcW w:w="7513" w:type="dxa"/>
          </w:tcPr>
          <w:p w14:paraId="4B68A785" w14:textId="77777777"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08EF8691" w14:textId="77777777" w:rsidR="0085747A" w:rsidRPr="004D6E44" w:rsidRDefault="004D49C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="004D6E44"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5EFA0F6" w14:textId="77777777"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FEDFE6" w14:textId="77777777"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04E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4554C" w14:textId="77777777" w:rsidR="00A568C1" w:rsidRDefault="00A568C1" w:rsidP="00C16ABF">
      <w:pPr>
        <w:spacing w:after="0" w:line="240" w:lineRule="auto"/>
      </w:pPr>
      <w:r>
        <w:separator/>
      </w:r>
    </w:p>
  </w:endnote>
  <w:endnote w:type="continuationSeparator" w:id="0">
    <w:p w14:paraId="6EF046A6" w14:textId="77777777" w:rsidR="00A568C1" w:rsidRDefault="00A568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D9656" w14:textId="77777777" w:rsidR="00A568C1" w:rsidRDefault="00A568C1" w:rsidP="00C16ABF">
      <w:pPr>
        <w:spacing w:after="0" w:line="240" w:lineRule="auto"/>
      </w:pPr>
      <w:r>
        <w:separator/>
      </w:r>
    </w:p>
  </w:footnote>
  <w:footnote w:type="continuationSeparator" w:id="0">
    <w:p w14:paraId="6AC5D992" w14:textId="77777777" w:rsidR="00A568C1" w:rsidRDefault="00A568C1" w:rsidP="00C16ABF">
      <w:pPr>
        <w:spacing w:after="0" w:line="240" w:lineRule="auto"/>
      </w:pPr>
      <w:r>
        <w:continuationSeparator/>
      </w:r>
    </w:p>
  </w:footnote>
  <w:footnote w:id="1">
    <w:p w14:paraId="685BCF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AE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33D"/>
    <w:rsid w:val="001D7B54"/>
    <w:rsid w:val="001E0209"/>
    <w:rsid w:val="001F2CA2"/>
    <w:rsid w:val="00203295"/>
    <w:rsid w:val="002144C0"/>
    <w:rsid w:val="00221CA9"/>
    <w:rsid w:val="0022477D"/>
    <w:rsid w:val="002278A9"/>
    <w:rsid w:val="00227DF1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6C4"/>
    <w:rsid w:val="003530DD"/>
    <w:rsid w:val="00363F78"/>
    <w:rsid w:val="00367A6C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16DE5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DAE"/>
    <w:rsid w:val="004A3EEA"/>
    <w:rsid w:val="004A4D1F"/>
    <w:rsid w:val="004D356E"/>
    <w:rsid w:val="004D49C4"/>
    <w:rsid w:val="004D5282"/>
    <w:rsid w:val="004D6E4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C9"/>
    <w:rsid w:val="00647FA8"/>
    <w:rsid w:val="00650C5F"/>
    <w:rsid w:val="00654934"/>
    <w:rsid w:val="006620D9"/>
    <w:rsid w:val="00671958"/>
    <w:rsid w:val="00675843"/>
    <w:rsid w:val="00686420"/>
    <w:rsid w:val="00696477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0BF"/>
    <w:rsid w:val="00763BF1"/>
    <w:rsid w:val="00766FD4"/>
    <w:rsid w:val="0078168C"/>
    <w:rsid w:val="00785332"/>
    <w:rsid w:val="00787C2A"/>
    <w:rsid w:val="00790E27"/>
    <w:rsid w:val="00793B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58B3"/>
    <w:rsid w:val="008449B3"/>
    <w:rsid w:val="00855D0F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0A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4CC9"/>
    <w:rsid w:val="009A78D9"/>
    <w:rsid w:val="009C1331"/>
    <w:rsid w:val="009C3E31"/>
    <w:rsid w:val="009C54AE"/>
    <w:rsid w:val="009C788E"/>
    <w:rsid w:val="009D5F96"/>
    <w:rsid w:val="009E134F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8C1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D0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48C"/>
    <w:rsid w:val="00C67E92"/>
    <w:rsid w:val="00C70A26"/>
    <w:rsid w:val="00C71F0E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56E6C"/>
    <w:rsid w:val="00D608D1"/>
    <w:rsid w:val="00D74119"/>
    <w:rsid w:val="00D74A9F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3AA4"/>
    <w:rsid w:val="00EA4832"/>
    <w:rsid w:val="00EA4E9D"/>
    <w:rsid w:val="00EC4899"/>
    <w:rsid w:val="00ED03AB"/>
    <w:rsid w:val="00ED230E"/>
    <w:rsid w:val="00ED32D2"/>
    <w:rsid w:val="00EE32DE"/>
    <w:rsid w:val="00EE5457"/>
    <w:rsid w:val="00EE566C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78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E6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D91F7-75CE-4E62-AD25-9FB862FE6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1412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</cp:revision>
  <cp:lastPrinted>2019-02-06T12:12:00Z</cp:lastPrinted>
  <dcterms:created xsi:type="dcterms:W3CDTF">2022-03-31T13:28:00Z</dcterms:created>
  <dcterms:modified xsi:type="dcterms:W3CDTF">2022-06-22T15:24:00Z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